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9C668B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A7EA4" w:rsidRPr="00B8486E">
        <w:rPr>
          <w:rFonts w:ascii="Verdana" w:hAnsi="Verdana" w:cs="Arial"/>
          <w:b/>
        </w:rPr>
        <w:t>„Nákup univerzálních zatáčeček“</w:t>
      </w:r>
      <w:r w:rsidR="003A7EA4">
        <w:rPr>
          <w:rFonts w:ascii="Verdana" w:hAnsi="Verdana" w:cs="Arial"/>
          <w:b/>
        </w:rPr>
        <w:t xml:space="preserve">, 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3A7EA4">
            <w:pPr>
              <w:pStyle w:val="tabulka"/>
              <w:widowControl/>
              <w:jc w:val="left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3A7E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3A7EA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0BAC61CB" w:rsidR="009F392E" w:rsidRPr="003A7EA4" w:rsidRDefault="008145D7" w:rsidP="003A7EA4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3A7EA4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7EA4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70F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E35E9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F370F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2024-09-05T07:24:00Z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